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7D5562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91CBE" w:rsidRPr="00B91CB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HW57b</w:t>
                        </w:r>
                        <w:r w:rsidR="00B91CBE">
                          <w:rPr>
                            <w:noProof/>
                          </w:rPr>
                          <w:t>_RunningTheEarth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356027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356027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17 Nov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356027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35602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Quiz on Monday!</w:t>
                      </w:r>
                      <w:proofErr w:type="gramEnd"/>
                      <w:r w:rsidR="0035602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 Study</w:t>
                      </w:r>
                      <w:proofErr w:type="gramStart"/>
                      <w:r w:rsidR="0035602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!!!</w:t>
                      </w:r>
                      <w:proofErr w:type="gramEnd"/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F72C5E" w:rsidRPr="00F72C5E" w:rsidRDefault="00F72C5E" w:rsidP="00F72C5E">
      <w:pPr>
        <w:pStyle w:val="Heading1"/>
        <w:spacing w:before="0" w:beforeAutospacing="0" w:after="272" w:afterAutospacing="0" w:line="611" w:lineRule="atLeast"/>
        <w:rPr>
          <w:rFonts w:ascii="prelo-slab" w:hAnsi="prelo-slab"/>
          <w:color w:val="363636"/>
          <w:sz w:val="57"/>
          <w:szCs w:val="57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11430</wp:posOffset>
            </wp:positionV>
            <wp:extent cx="495300" cy="1685925"/>
            <wp:effectExtent l="19050" t="0" r="0" b="0"/>
            <wp:wrapTight wrapText="bothSides">
              <wp:wrapPolygon edited="0">
                <wp:start x="-831" y="0"/>
                <wp:lineTo x="-831" y="21478"/>
                <wp:lineTo x="21600" y="21478"/>
                <wp:lineTo x="21600" y="0"/>
                <wp:lineTo x="-831" y="0"/>
              </wp:wrapPolygon>
            </wp:wrapTight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813" t="20755" r="85957" b="35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2C5E">
        <w:rPr>
          <w:rFonts w:ascii="prelo-slab" w:hAnsi="prelo-slab"/>
          <w:color w:val="363636"/>
          <w:sz w:val="57"/>
          <w:szCs w:val="57"/>
        </w:rPr>
        <w:t>Parma</w:t>
      </w:r>
      <w:r w:rsidRPr="00F72C5E">
        <w:rPr>
          <w:rFonts w:ascii="prelo-slab" w:hAnsi="prelo-slab"/>
          <w:color w:val="363636"/>
          <w:sz w:val="57"/>
        </w:rPr>
        <w:t> </w:t>
      </w:r>
      <w:r w:rsidRPr="00F72C5E">
        <w:rPr>
          <w:rFonts w:ascii="prelo-slab" w:hAnsi="prelo-slab"/>
          <w:color w:val="363636"/>
          <w:sz w:val="57"/>
          <w:szCs w:val="57"/>
        </w:rPr>
        <w:t>resident completed his goal of running circumference of the earth</w:t>
      </w:r>
    </w:p>
    <w:p w:rsidR="00F72C5E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25400</wp:posOffset>
            </wp:positionV>
            <wp:extent cx="3714750" cy="2781300"/>
            <wp:effectExtent l="19050" t="0" r="0" b="0"/>
            <wp:wrapSquare wrapText="bothSides"/>
            <wp:docPr id="2" name="Picture 1" descr="http://imgick.cleveland.com/home/cleve-media/pgmain/img/plain-dealer/photo/2014/07/02/-b2c1f73623de03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ick.cleveland.com/home/cleve-media/pgmain/img/plain-dealer/photo/2014/07/02/-b2c1f73623de038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/>
          <w:color w:val="666666"/>
          <w:sz w:val="16"/>
          <w:szCs w:val="16"/>
          <w:shd w:val="clear" w:color="auto" w:fill="FFFFFF"/>
        </w:rPr>
        <w:t>By</w:t>
      </w:r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hyperlink r:id="rId10" w:history="1">
        <w:r>
          <w:rPr>
            <w:rStyle w:val="Hyperlink"/>
            <w:rFonts w:ascii="Helvetica" w:hAnsi="Helvetica"/>
            <w:b/>
            <w:bCs/>
            <w:color w:val="305CB6"/>
            <w:sz w:val="16"/>
            <w:szCs w:val="16"/>
            <w:shd w:val="clear" w:color="auto" w:fill="FFFFFF"/>
          </w:rPr>
          <w:t>Maura Zurick, Northeast Ohio Media Group</w:t>
        </w:r>
        <w:r>
          <w:rPr>
            <w:rStyle w:val="apple-converted-space"/>
            <w:rFonts w:ascii="Helvetica" w:hAnsi="Helvetica"/>
            <w:b/>
            <w:bCs/>
            <w:color w:val="305CB6"/>
            <w:sz w:val="16"/>
            <w:szCs w:val="16"/>
            <w:shd w:val="clear" w:color="auto" w:fill="FFFFFF"/>
          </w:rPr>
          <w:t> </w:t>
        </w:r>
      </w:hyperlink>
      <w:r>
        <w:rPr>
          <w:rFonts w:ascii="Helvetica" w:hAnsi="Helvetica"/>
          <w:color w:val="666666"/>
          <w:sz w:val="16"/>
          <w:szCs w:val="16"/>
        </w:rPr>
        <w:br/>
      </w:r>
      <w:r>
        <w:t>Email the author</w:t>
      </w:r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r>
        <w:rPr>
          <w:rFonts w:ascii="Helvetica" w:hAnsi="Helvetica"/>
          <w:color w:val="666666"/>
          <w:sz w:val="16"/>
          <w:szCs w:val="16"/>
          <w:shd w:val="clear" w:color="auto" w:fill="FFFFFF"/>
        </w:rPr>
        <w:t>|</w:t>
      </w:r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hyperlink r:id="rId11" w:tgtFrame="_blank" w:history="1">
        <w:r>
          <w:rPr>
            <w:rStyle w:val="Hyperlink"/>
            <w:rFonts w:ascii="Helvetica" w:hAnsi="Helvetica"/>
            <w:b/>
            <w:bCs/>
            <w:color w:val="305CB6"/>
            <w:sz w:val="16"/>
            <w:szCs w:val="16"/>
            <w:shd w:val="clear" w:color="auto" w:fill="FFFFFF"/>
          </w:rPr>
          <w:t>Follow on Twitter</w:t>
        </w:r>
      </w:hyperlink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r w:rsidRPr="00F72C5E">
        <w:rPr>
          <w:rFonts w:ascii="Verdana" w:eastAsia="Times New Roman" w:hAnsi="Verdana" w:cs="Times New Roman"/>
          <w:i/>
          <w:color w:val="000000"/>
          <w:sz w:val="18"/>
        </w:rPr>
        <w:t> </w:t>
      </w:r>
      <w:r w:rsidRPr="00F72C5E">
        <w:rPr>
          <w:rFonts w:ascii="Verdana" w:eastAsia="Times New Roman" w:hAnsi="Verdana" w:cs="Times New Roman"/>
          <w:i/>
          <w:color w:val="000000"/>
          <w:sz w:val="18"/>
          <w:szCs w:val="18"/>
        </w:rPr>
        <w:br/>
      </w:r>
      <w:r w:rsidRPr="00F72C5E">
        <w:rPr>
          <w:rFonts w:ascii="Verdana" w:eastAsia="Times New Roman" w:hAnsi="Verdana" w:cs="Times New Roman"/>
          <w:color w:val="000000"/>
          <w:sz w:val="18"/>
          <w:szCs w:val="18"/>
        </w:rPr>
        <w:t xml:space="preserve">on July 02, 2014 </w:t>
      </w:r>
    </w:p>
    <w:p w:rsidR="00F72C5E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F72C5E" w:rsidRPr="00356027" w:rsidRDefault="00F72C5E" w:rsidP="00AF51AC">
      <w:pPr>
        <w:shd w:val="clear" w:color="auto" w:fill="FFFFFF"/>
        <w:spacing w:after="200"/>
        <w:rPr>
          <w:rFonts w:ascii="Georgia" w:eastAsia="Times New Roman" w:hAnsi="Georgia" w:cs="Times New Roman"/>
          <w:color w:val="000000"/>
          <w:szCs w:val="24"/>
        </w:rPr>
      </w:pPr>
      <w:r w:rsidRPr="00356027">
        <w:rPr>
          <w:rFonts w:ascii="Georgia" w:eastAsia="Times New Roman" w:hAnsi="Georgia" w:cs="Times New Roman"/>
          <w:color w:val="000000"/>
          <w:szCs w:val="24"/>
        </w:rPr>
        <w:t>PARMA, Ohio — Parma resident Paul Kirner crossed the finish line of his 18.5-year-old goal of running 24,901.55 miles.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He said it started as</w:t>
      </w:r>
      <w:r w:rsidRPr="00356027">
        <w:rPr>
          <w:rStyle w:val="apple-converted-space"/>
          <w:rFonts w:ascii="Georgia" w:eastAsia="Calibri" w:hAnsi="Georgia"/>
          <w:color w:val="363636"/>
          <w:sz w:val="22"/>
        </w:rPr>
        <w:t> </w:t>
      </w:r>
      <w:r w:rsidRPr="00356027">
        <w:rPr>
          <w:rFonts w:ascii="Georgia" w:hAnsi="Georgia"/>
          <w:color w:val="363636"/>
          <w:sz w:val="22"/>
        </w:rPr>
        <w:t>a New Year's resolution in 1995, and he completed the goal Tuesday night on his 67</w:t>
      </w:r>
      <w:r w:rsidRPr="00356027">
        <w:rPr>
          <w:rFonts w:ascii="Georgia" w:hAnsi="Georgia"/>
          <w:color w:val="363636"/>
          <w:sz w:val="22"/>
          <w:vertAlign w:val="superscript"/>
        </w:rPr>
        <w:t>th</w:t>
      </w:r>
      <w:r w:rsidRPr="00356027">
        <w:rPr>
          <w:rStyle w:val="apple-converted-space"/>
          <w:rFonts w:ascii="Georgia" w:eastAsia="Calibri" w:hAnsi="Georgia"/>
          <w:color w:val="363636"/>
          <w:sz w:val="22"/>
        </w:rPr>
        <w:t> </w:t>
      </w:r>
      <w:r w:rsidRPr="00356027">
        <w:rPr>
          <w:rFonts w:ascii="Georgia" w:hAnsi="Georgia"/>
          <w:color w:val="363636"/>
          <w:sz w:val="22"/>
        </w:rPr>
        <w:t>birthday.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"I made a promise to myself to run every day, and I have," Kirner said. "But a few years ago I realized I could run the circumference of the earth—24,901.55 miles by my birthday."</w:t>
      </w:r>
    </w:p>
    <w:p w:rsidR="00F72C5E" w:rsidRPr="00AF51AC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pacing w:val="-4"/>
          <w:sz w:val="22"/>
        </w:rPr>
      </w:pPr>
      <w:r w:rsidRPr="00AF51AC">
        <w:rPr>
          <w:rFonts w:ascii="Georgia" w:hAnsi="Georgia"/>
          <w:color w:val="363636"/>
          <w:spacing w:val="-4"/>
          <w:sz w:val="22"/>
        </w:rPr>
        <w:t>After</w:t>
      </w:r>
      <w:r w:rsidRPr="00AF51AC">
        <w:rPr>
          <w:rStyle w:val="apple-converted-space"/>
          <w:rFonts w:ascii="Georgia" w:eastAsia="Calibri" w:hAnsi="Georgia"/>
          <w:color w:val="363636"/>
          <w:spacing w:val="-4"/>
          <w:sz w:val="22"/>
        </w:rPr>
        <w:t> </w:t>
      </w:r>
      <w:hyperlink r:id="rId12" w:history="1">
        <w:r w:rsidRPr="00AF51AC">
          <w:rPr>
            <w:rStyle w:val="Hyperlink"/>
            <w:rFonts w:ascii="Georgia" w:hAnsi="Georgia"/>
            <w:b/>
            <w:bCs/>
            <w:color w:val="305CB6"/>
            <w:spacing w:val="-4"/>
            <w:sz w:val="22"/>
          </w:rPr>
          <w:t>running every day for the last 6,758 days</w:t>
        </w:r>
      </w:hyperlink>
      <w:r w:rsidRPr="00AF51AC">
        <w:rPr>
          <w:rFonts w:ascii="Georgia" w:hAnsi="Georgia"/>
          <w:color w:val="363636"/>
          <w:spacing w:val="-4"/>
          <w:sz w:val="22"/>
        </w:rPr>
        <w:t>, he only had a half-mile left to run the circumference of the earth. He planned his running schedule perfectly for the past two years to make sure he could finish on his birthday.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proofErr w:type="gramStart"/>
      <w:r w:rsidRPr="00356027">
        <w:rPr>
          <w:rFonts w:ascii="Georgia" w:hAnsi="Georgia"/>
          <w:color w:val="363636"/>
          <w:sz w:val="22"/>
        </w:rPr>
        <w:t>And</w:t>
      </w:r>
      <w:proofErr w:type="gramEnd"/>
      <w:r w:rsidRPr="00356027">
        <w:rPr>
          <w:rFonts w:ascii="Georgia" w:hAnsi="Georgia"/>
          <w:color w:val="363636"/>
          <w:sz w:val="22"/>
        </w:rPr>
        <w:t xml:space="preserve"> he did.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He was surrounded by friends and family, with some running the last half-mile with him and others waiting at the finish line in front of his Parma home to cheer him on.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Parma Mayor Tim DeGeeter was one of about 25 people who ran with Kirner. More than 40 others cheered him on from the finish line.</w:t>
      </w:r>
    </w:p>
    <w:p w:rsidR="00F72C5E" w:rsidRPr="00356027" w:rsidRDefault="00AF51AC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>
        <w:rPr>
          <w:rFonts w:ascii="Georgia" w:hAnsi="Georgia"/>
          <w:noProof/>
          <w:color w:val="363636"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193040</wp:posOffset>
            </wp:positionV>
            <wp:extent cx="3467100" cy="2609850"/>
            <wp:effectExtent l="19050" t="0" r="0" b="0"/>
            <wp:wrapTight wrapText="bothSides">
              <wp:wrapPolygon edited="0">
                <wp:start x="-119" y="0"/>
                <wp:lineTo x="-119" y="21442"/>
                <wp:lineTo x="21600" y="21442"/>
                <wp:lineTo x="21600" y="0"/>
                <wp:lineTo x="-119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700" t="27920" r="38269" b="3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C5E" w:rsidRPr="00356027">
        <w:rPr>
          <w:rFonts w:ascii="Georgia" w:hAnsi="Georgia"/>
          <w:color w:val="363636"/>
          <w:sz w:val="22"/>
        </w:rPr>
        <w:t>"Paul is an inspiration to us all," DeGeeter said. "I'm glad I had the chance to be a part of his incredible achievement."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Kirner's grandchildren came from California just to run with him.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His 10-year-old grandson Alex said his grandfather's birthday was very special this year.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"To run the circumference of the earth and complete that on your birthday is quite a big thing," Alex said. "We wanted to be there for it."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 xml:space="preserve">Kirner said </w:t>
      </w:r>
      <w:proofErr w:type="gramStart"/>
      <w:r w:rsidRPr="00356027">
        <w:rPr>
          <w:rFonts w:ascii="Georgia" w:hAnsi="Georgia"/>
          <w:color w:val="363636"/>
          <w:sz w:val="22"/>
        </w:rPr>
        <w:t>he's</w:t>
      </w:r>
      <w:proofErr w:type="gramEnd"/>
      <w:r w:rsidRPr="00356027">
        <w:rPr>
          <w:rFonts w:ascii="Georgia" w:hAnsi="Georgia"/>
          <w:color w:val="363636"/>
          <w:sz w:val="22"/>
        </w:rPr>
        <w:t xml:space="preserve"> going to continue running every day.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"What's next for me will be to get to 25,000 miles," he said. "Then maybe I'll work towards running the circumference of the earth again."</w:t>
      </w:r>
    </w:p>
    <w:p w:rsidR="00220EB4" w:rsidRPr="00AF51AC" w:rsidRDefault="00220EB4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b/>
          <w:color w:val="000000"/>
        </w:rPr>
        <w:lastRenderedPageBreak/>
        <w:t>Comprehension Questions</w:t>
      </w: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What was most surprising to you about this story?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What can Kirner’s story teach us?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If Kirner decides</w:t>
      </w:r>
      <w:r w:rsidR="00AF51AC">
        <w:rPr>
          <w:rFonts w:ascii="Verdana" w:eastAsia="Times New Roman" w:hAnsi="Verdana" w:cs="Times New Roman"/>
          <w:color w:val="000000"/>
        </w:rPr>
        <w:t xml:space="preserve"> next</w:t>
      </w:r>
      <w:r w:rsidRPr="00AF51AC">
        <w:rPr>
          <w:rFonts w:ascii="Verdana" w:eastAsia="Times New Roman" w:hAnsi="Verdana" w:cs="Times New Roman"/>
          <w:color w:val="000000"/>
        </w:rPr>
        <w:t xml:space="preserve"> </w:t>
      </w:r>
      <w:r w:rsidR="00AF51AC">
        <w:rPr>
          <w:rFonts w:ascii="Verdana" w:eastAsia="Times New Roman" w:hAnsi="Verdana" w:cs="Times New Roman"/>
          <w:color w:val="000000"/>
        </w:rPr>
        <w:t>the distance to the center of the</w:t>
      </w:r>
      <w:r w:rsidRPr="00AF51AC">
        <w:rPr>
          <w:rFonts w:ascii="Verdana" w:eastAsia="Times New Roman" w:hAnsi="Verdana" w:cs="Times New Roman"/>
          <w:color w:val="000000"/>
        </w:rPr>
        <w:t xml:space="preserve"> earth,</w:t>
      </w:r>
      <w:r w:rsidR="00AF51AC">
        <w:rPr>
          <w:rFonts w:ascii="Verdana" w:eastAsia="Times New Roman" w:hAnsi="Verdana" w:cs="Times New Roman"/>
          <w:color w:val="000000"/>
        </w:rPr>
        <w:t xml:space="preserve"> what geometric measure would this be? H</w:t>
      </w:r>
      <w:r w:rsidRPr="00AF51AC">
        <w:rPr>
          <w:rFonts w:ascii="Verdana" w:eastAsia="Times New Roman" w:hAnsi="Verdana" w:cs="Times New Roman"/>
          <w:color w:val="000000"/>
        </w:rPr>
        <w:t xml:space="preserve">ow far </w:t>
      </w:r>
      <w:r w:rsidR="00AF51AC">
        <w:rPr>
          <w:rFonts w:ascii="Verdana" w:eastAsia="Times New Roman" w:hAnsi="Verdana" w:cs="Times New Roman"/>
          <w:color w:val="000000"/>
        </w:rPr>
        <w:t>would</w:t>
      </w:r>
      <w:r w:rsidRPr="00AF51AC">
        <w:rPr>
          <w:rFonts w:ascii="Verdana" w:eastAsia="Times New Roman" w:hAnsi="Verdana" w:cs="Times New Roman"/>
          <w:color w:val="000000"/>
        </w:rPr>
        <w:t xml:space="preserve"> he need to run?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 xml:space="preserve">How long did it take Kirner to run the circumference of the earth? ______________ </w:t>
      </w:r>
      <w:r w:rsidR="00AF51AC">
        <w:rPr>
          <w:rFonts w:ascii="Verdana" w:eastAsia="Times New Roman" w:hAnsi="Verdana" w:cs="Times New Roman"/>
          <w:color w:val="000000"/>
        </w:rPr>
        <w:br/>
      </w:r>
      <w:proofErr w:type="gramStart"/>
      <w:r w:rsidRPr="00AF51AC">
        <w:rPr>
          <w:rFonts w:ascii="Verdana" w:eastAsia="Times New Roman" w:hAnsi="Verdana" w:cs="Times New Roman"/>
          <w:color w:val="000000"/>
        </w:rPr>
        <w:t>If</w:t>
      </w:r>
      <w:proofErr w:type="gramEnd"/>
      <w:r w:rsidRPr="00AF51AC">
        <w:rPr>
          <w:rFonts w:ascii="Verdana" w:eastAsia="Times New Roman" w:hAnsi="Verdana" w:cs="Times New Roman"/>
          <w:color w:val="000000"/>
        </w:rPr>
        <w:t xml:space="preserve"> he were to run the radius of the earth in 3 years, which would he have run </w:t>
      </w:r>
      <w:r w:rsidRPr="00AF51AC">
        <w:rPr>
          <w:rFonts w:ascii="Verdana" w:eastAsia="Times New Roman" w:hAnsi="Verdana" w:cs="Times New Roman"/>
          <w:b/>
          <w:color w:val="000000"/>
        </w:rPr>
        <w:t>faster:</w:t>
      </w:r>
      <w:r w:rsidRPr="00AF51AC">
        <w:rPr>
          <w:rFonts w:ascii="Verdana" w:eastAsia="Times New Roman" w:hAnsi="Verdana" w:cs="Times New Roman"/>
          <w:color w:val="000000"/>
        </w:rPr>
        <w:t xml:space="preserve"> </w:t>
      </w:r>
      <w:r w:rsidR="00AF51AC">
        <w:rPr>
          <w:rFonts w:ascii="Verdana" w:eastAsia="Times New Roman" w:hAnsi="Verdana" w:cs="Times New Roman"/>
          <w:color w:val="000000"/>
        </w:rPr>
        <w:br/>
      </w:r>
      <w:r w:rsidRPr="00AF51AC">
        <w:rPr>
          <w:rFonts w:ascii="Verdana" w:eastAsia="Times New Roman" w:hAnsi="Verdana" w:cs="Times New Roman"/>
          <w:color w:val="000000"/>
        </w:rPr>
        <w:t>the circumference or the radius? Explain.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356027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There are approximately 1.61 kilometers to a mile. How far did Kirner run in kilometers?</w:t>
      </w:r>
    </w:p>
    <w:p w:rsidR="00356027" w:rsidRPr="00AF51AC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Pr="00AF51AC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Pr="00AF51AC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Pr="00AF51AC" w:rsidRDefault="00356027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 xml:space="preserve">If there earth were sliced in half across its equator, how large would the inside surfaces of these slices </w:t>
      </w:r>
      <w:proofErr w:type="gramStart"/>
      <w:r w:rsidRPr="00AF51AC">
        <w:rPr>
          <w:rFonts w:ascii="Verdana" w:eastAsia="Times New Roman" w:hAnsi="Verdana" w:cs="Times New Roman"/>
          <w:color w:val="000000"/>
        </w:rPr>
        <w:t>be?</w:t>
      </w:r>
      <w:proofErr w:type="gramEnd"/>
    </w:p>
    <w:p w:rsidR="00F72C5E" w:rsidRPr="00AF51AC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F72C5E" w:rsidRPr="00AF51AC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F72C5E" w:rsidRPr="00F72C5E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  <w:szCs w:val="18"/>
        </w:rPr>
      </w:pPr>
    </w:p>
    <w:p w:rsidR="00F72C5E" w:rsidRPr="00AF51AC" w:rsidRDefault="00F72C5E">
      <w:pPr>
        <w:rPr>
          <w:sz w:val="28"/>
        </w:rPr>
      </w:pPr>
    </w:p>
    <w:p w:rsidR="00F72C5E" w:rsidRPr="00AF51AC" w:rsidRDefault="00F72C5E">
      <w:pPr>
        <w:rPr>
          <w:sz w:val="28"/>
        </w:rPr>
      </w:pPr>
    </w:p>
    <w:sectPr w:rsidR="00F72C5E" w:rsidRPr="00AF51AC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220" w:rsidRDefault="00494220" w:rsidP="004A1C66">
      <w:r>
        <w:separator/>
      </w:r>
    </w:p>
  </w:endnote>
  <w:endnote w:type="continuationSeparator" w:id="0">
    <w:p w:rsidR="00494220" w:rsidRDefault="00494220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relo-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220" w:rsidRDefault="00494220" w:rsidP="004A1C66">
      <w:r>
        <w:separator/>
      </w:r>
    </w:p>
  </w:footnote>
  <w:footnote w:type="continuationSeparator" w:id="0">
    <w:p w:rsidR="00494220" w:rsidRDefault="00494220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E5736"/>
    <w:multiLevelType w:val="hybridMultilevel"/>
    <w:tmpl w:val="8E200D9C"/>
    <w:lvl w:ilvl="0" w:tplc="7BF60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220EB4"/>
    <w:rsid w:val="00242D79"/>
    <w:rsid w:val="00356027"/>
    <w:rsid w:val="003B785F"/>
    <w:rsid w:val="00494220"/>
    <w:rsid w:val="004A1C66"/>
    <w:rsid w:val="004D05E9"/>
    <w:rsid w:val="0065474E"/>
    <w:rsid w:val="00674044"/>
    <w:rsid w:val="006F5A5F"/>
    <w:rsid w:val="007D5562"/>
    <w:rsid w:val="00846041"/>
    <w:rsid w:val="008D1D28"/>
    <w:rsid w:val="00AF51AC"/>
    <w:rsid w:val="00B53200"/>
    <w:rsid w:val="00B91CBE"/>
    <w:rsid w:val="00CE4705"/>
    <w:rsid w:val="00DD6332"/>
    <w:rsid w:val="00ED05F2"/>
    <w:rsid w:val="00F7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paragraph" w:styleId="Heading1">
    <w:name w:val="heading 1"/>
    <w:basedOn w:val="Normal"/>
    <w:link w:val="Heading1Char"/>
    <w:uiPriority w:val="9"/>
    <w:qFormat/>
    <w:rsid w:val="00F72C5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2C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F72C5E"/>
  </w:style>
  <w:style w:type="character" w:styleId="Strong">
    <w:name w:val="Strong"/>
    <w:basedOn w:val="DefaultParagraphFont"/>
    <w:uiPriority w:val="22"/>
    <w:qFormat/>
    <w:rsid w:val="00F72C5E"/>
    <w:rPr>
      <w:b/>
      <w:bCs/>
    </w:rPr>
  </w:style>
  <w:style w:type="character" w:customStyle="1" w:styleId="updated">
    <w:name w:val="updated"/>
    <w:basedOn w:val="DefaultParagraphFont"/>
    <w:rsid w:val="00F72C5E"/>
  </w:style>
  <w:style w:type="character" w:customStyle="1" w:styleId="author">
    <w:name w:val="author"/>
    <w:basedOn w:val="DefaultParagraphFont"/>
    <w:rsid w:val="00F72C5E"/>
  </w:style>
  <w:style w:type="character" w:styleId="Hyperlink">
    <w:name w:val="Hyperlink"/>
    <w:basedOn w:val="DefaultParagraphFont"/>
    <w:uiPriority w:val="99"/>
    <w:semiHidden/>
    <w:unhideWhenUsed/>
    <w:rsid w:val="00F72C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2C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20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leveland.com/parma/index.ssf/2014/06/parma_resident_to_complete_go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MauraZuric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onnect.cleveland.com/staff/mzurick/post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HW57b_RunningTheEarth</Template>
  <TotalTime>5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2014-11-14T05:22:00Z</dcterms:created>
  <dcterms:modified xsi:type="dcterms:W3CDTF">2014-11-14T05:25:00Z</dcterms:modified>
</cp:coreProperties>
</file>